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0E76EF38" w:rsidR="00676F0F" w:rsidRPr="002C3C93" w:rsidRDefault="00B12D92" w:rsidP="00792196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2C3C93">
        <w:rPr>
          <w:rFonts w:cs="Arial"/>
          <w:caps/>
          <w:sz w:val="28"/>
          <w:szCs w:val="24"/>
        </w:rPr>
        <w:t xml:space="preserve">SEZNAM </w:t>
      </w:r>
      <w:r w:rsidR="00676F0F" w:rsidRPr="002C3C93">
        <w:rPr>
          <w:rFonts w:cs="Arial"/>
          <w:caps/>
          <w:sz w:val="28"/>
          <w:szCs w:val="24"/>
        </w:rPr>
        <w:t>poddodavatelů</w:t>
      </w:r>
      <w:r w:rsidR="00371460" w:rsidRPr="002C3C93">
        <w:rPr>
          <w:rFonts w:cs="Arial"/>
          <w:caps/>
          <w:sz w:val="28"/>
          <w:szCs w:val="24"/>
        </w:rPr>
        <w:t xml:space="preserve"> </w:t>
      </w:r>
      <w:r w:rsidR="005168FB" w:rsidRPr="002C3C93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3A921EFF" w14:textId="77777777" w:rsidR="00DE3107" w:rsidRDefault="00F30516" w:rsidP="00BE02F2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DE3107" w:rsidRPr="00DE3107">
        <w:rPr>
          <w:rFonts w:cs="Arial"/>
          <w:sz w:val="22"/>
          <w:szCs w:val="22"/>
        </w:rPr>
        <w:t xml:space="preserve">Vybavení pavilonu C Karlovarské krajské nemocnice a.s., </w:t>
      </w:r>
    </w:p>
    <w:p w14:paraId="0A2B943A" w14:textId="0129C5B3" w:rsidR="00F30516" w:rsidRPr="002C3C93" w:rsidRDefault="00DE3107" w:rsidP="00DE3107">
      <w:pPr>
        <w:pStyle w:val="Podnadpis"/>
        <w:spacing w:line="240" w:lineRule="auto"/>
        <w:ind w:left="2832"/>
        <w:jc w:val="left"/>
        <w:rPr>
          <w:rFonts w:cs="Arial"/>
          <w:sz w:val="22"/>
          <w:szCs w:val="22"/>
        </w:rPr>
      </w:pPr>
      <w:r w:rsidRPr="00DE3107">
        <w:rPr>
          <w:rFonts w:cs="Arial"/>
          <w:sz w:val="22"/>
          <w:szCs w:val="22"/>
        </w:rPr>
        <w:t>nemocnice v Chebu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287186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287186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1EC4512E" w:rsidR="005168FB" w:rsidRPr="002C3C93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77258220" w14:textId="77777777" w:rsidR="0081382B" w:rsidRP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1382B">
        <w:rPr>
          <w:rFonts w:ascii="Arial" w:hAnsi="Arial" w:cs="Arial"/>
          <w:color w:val="000000"/>
          <w:sz w:val="22"/>
          <w:szCs w:val="22"/>
        </w:rPr>
        <w:t>byl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74FE0201" w14:textId="77777777" w:rsidR="0081382B" w:rsidRPr="002C3C93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4F9FCE48" w14:textId="77777777" w:rsid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0B98BFA" w14:textId="77777777" w:rsid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7893360D" w14:textId="293BDE46" w:rsidR="005168FB" w:rsidRPr="002C3C93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287186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287186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63DD8374" w14:textId="77777777" w:rsidR="00440CDA" w:rsidRDefault="00440CDA" w:rsidP="00440CDA">
      <w:pPr>
        <w:rPr>
          <w:rFonts w:ascii="Arial" w:hAnsi="Arial" w:cs="Arial"/>
        </w:rPr>
      </w:pPr>
    </w:p>
    <w:p w14:paraId="2D7EB476" w14:textId="77777777" w:rsidR="00440CDA" w:rsidRDefault="00440CDA" w:rsidP="00440CDA">
      <w:pPr>
        <w:rPr>
          <w:rFonts w:ascii="Arial" w:hAnsi="Arial" w:cs="Arial"/>
        </w:rPr>
      </w:pPr>
    </w:p>
    <w:p w14:paraId="0820035C" w14:textId="77777777" w:rsidR="00440CDA" w:rsidRDefault="00440CDA" w:rsidP="00440CDA">
      <w:pPr>
        <w:rPr>
          <w:rFonts w:ascii="Arial" w:hAnsi="Arial" w:cs="Arial"/>
        </w:rPr>
      </w:pPr>
    </w:p>
    <w:p w14:paraId="21537E74" w14:textId="77777777" w:rsidR="00440CDA" w:rsidRPr="00440CDA" w:rsidRDefault="00440CDA" w:rsidP="00440CDA">
      <w:pPr>
        <w:rPr>
          <w:rFonts w:ascii="Arial" w:hAnsi="Arial" w:cs="Arial"/>
        </w:rPr>
      </w:pPr>
    </w:p>
    <w:p w14:paraId="2C59DD14" w14:textId="1EFC7624" w:rsidR="00EE1B3F" w:rsidRPr="002C3C93" w:rsidRDefault="004C4ABE" w:rsidP="00287186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2C3C93" w:rsidRDefault="00662455" w:rsidP="00287186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77AFB138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416458CA" w14:textId="77777777" w:rsidR="00440CDA" w:rsidRPr="002C3C93" w:rsidRDefault="00440CDA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11"/>
      <w:footerReference w:type="default" r:id="rId12"/>
      <w:footerReference w:type="first" r:id="rId13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166FE" w14:textId="77777777" w:rsidR="007A4F3A" w:rsidRDefault="007A4F3A">
      <w:r>
        <w:separator/>
      </w:r>
    </w:p>
  </w:endnote>
  <w:endnote w:type="continuationSeparator" w:id="0">
    <w:p w14:paraId="5D0A30B1" w14:textId="77777777" w:rsidR="007A4F3A" w:rsidRDefault="007A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F5C3" w14:textId="77777777" w:rsidR="007A4F3A" w:rsidRDefault="007A4F3A">
      <w:r>
        <w:separator/>
      </w:r>
    </w:p>
  </w:footnote>
  <w:footnote w:type="continuationSeparator" w:id="0">
    <w:p w14:paraId="5E4C8D94" w14:textId="77777777" w:rsidR="007A4F3A" w:rsidRDefault="007A4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2F3AF5D6" w:rsidR="003447A4" w:rsidRPr="00792196" w:rsidRDefault="002C3C93" w:rsidP="00792196">
    <w:pPr>
      <w:jc w:val="right"/>
      <w:rPr>
        <w:rFonts w:ascii="Arial" w:hAnsi="Arial" w:cs="Arial"/>
      </w:rPr>
    </w:pPr>
    <w:r w:rsidRPr="00792196">
      <w:rPr>
        <w:rFonts w:ascii="Arial" w:hAnsi="Arial" w:cs="Arial"/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 w:rsidRPr="00792196">
      <w:rPr>
        <w:rFonts w:ascii="Arial" w:hAnsi="Arial" w:cs="Arial"/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92196" w:rsidRPr="00792196">
      <w:rPr>
        <w:rFonts w:ascii="Arial" w:hAnsi="Arial" w:cs="Arial"/>
      </w:rPr>
      <w:t>Příloha č. 2 ZD</w:t>
    </w:r>
    <w:r w:rsidRPr="00792196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B5A8989E"/>
    <w:lvl w:ilvl="0" w:tplc="14963CC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B6B02"/>
    <w:multiLevelType w:val="hybridMultilevel"/>
    <w:tmpl w:val="0D84E8A4"/>
    <w:lvl w:ilvl="0" w:tplc="D3340A2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3"/>
  </w:num>
  <w:num w:numId="2" w16cid:durableId="874544641">
    <w:abstractNumId w:val="17"/>
  </w:num>
  <w:num w:numId="3" w16cid:durableId="294482200">
    <w:abstractNumId w:val="14"/>
  </w:num>
  <w:num w:numId="4" w16cid:durableId="1759132588">
    <w:abstractNumId w:val="16"/>
  </w:num>
  <w:num w:numId="5" w16cid:durableId="1839534202">
    <w:abstractNumId w:val="8"/>
  </w:num>
  <w:num w:numId="6" w16cid:durableId="1826821569">
    <w:abstractNumId w:val="9"/>
  </w:num>
  <w:num w:numId="7" w16cid:durableId="1139759085">
    <w:abstractNumId w:val="15"/>
  </w:num>
  <w:num w:numId="8" w16cid:durableId="1273591127">
    <w:abstractNumId w:val="10"/>
  </w:num>
  <w:num w:numId="9" w16cid:durableId="1956282158">
    <w:abstractNumId w:val="12"/>
  </w:num>
  <w:num w:numId="10" w16cid:durableId="1937013165">
    <w:abstractNumId w:val="7"/>
  </w:num>
  <w:num w:numId="11" w16cid:durableId="1030641206">
    <w:abstractNumId w:val="11"/>
  </w:num>
  <w:num w:numId="12" w16cid:durableId="1189290854">
    <w:abstractNumId w:val="3"/>
  </w:num>
  <w:num w:numId="13" w16cid:durableId="628586045">
    <w:abstractNumId w:val="6"/>
  </w:num>
  <w:num w:numId="14" w16cid:durableId="1862161863">
    <w:abstractNumId w:val="0"/>
  </w:num>
  <w:num w:numId="15" w16cid:durableId="1246110958">
    <w:abstractNumId w:val="5"/>
  </w:num>
  <w:num w:numId="16" w16cid:durableId="1089543040">
    <w:abstractNumId w:val="4"/>
  </w:num>
  <w:num w:numId="17" w16cid:durableId="297339530">
    <w:abstractNumId w:val="1"/>
  </w:num>
  <w:num w:numId="18" w16cid:durableId="1727147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397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87186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40CDA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642D7"/>
    <w:rsid w:val="00570003"/>
    <w:rsid w:val="00572626"/>
    <w:rsid w:val="00580304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0337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6E7273"/>
    <w:rsid w:val="00701CD7"/>
    <w:rsid w:val="00707415"/>
    <w:rsid w:val="007477D8"/>
    <w:rsid w:val="00753987"/>
    <w:rsid w:val="0079124B"/>
    <w:rsid w:val="00792196"/>
    <w:rsid w:val="00796BCB"/>
    <w:rsid w:val="007A4F3A"/>
    <w:rsid w:val="007A5CF4"/>
    <w:rsid w:val="007E0E21"/>
    <w:rsid w:val="007E2AA9"/>
    <w:rsid w:val="007E504D"/>
    <w:rsid w:val="007F1032"/>
    <w:rsid w:val="007F5C9C"/>
    <w:rsid w:val="008005AE"/>
    <w:rsid w:val="0081382B"/>
    <w:rsid w:val="0082056D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349C"/>
    <w:rsid w:val="009F2A84"/>
    <w:rsid w:val="00A029AF"/>
    <w:rsid w:val="00A3027C"/>
    <w:rsid w:val="00A40340"/>
    <w:rsid w:val="00A417C7"/>
    <w:rsid w:val="00A631B2"/>
    <w:rsid w:val="00A72BE9"/>
    <w:rsid w:val="00A90BEA"/>
    <w:rsid w:val="00A94007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4FD6"/>
    <w:rsid w:val="00BC7EEF"/>
    <w:rsid w:val="00BD4002"/>
    <w:rsid w:val="00BE02F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E3107"/>
    <w:rsid w:val="00DF2FF8"/>
    <w:rsid w:val="00DF428A"/>
    <w:rsid w:val="00E162C8"/>
    <w:rsid w:val="00E410D7"/>
    <w:rsid w:val="00E536C0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1E9E"/>
    <w:rsid w:val="00F213CC"/>
    <w:rsid w:val="00F24BAC"/>
    <w:rsid w:val="00F30516"/>
    <w:rsid w:val="00F62103"/>
    <w:rsid w:val="00F70620"/>
    <w:rsid w:val="00F818C0"/>
    <w:rsid w:val="00F86A67"/>
    <w:rsid w:val="00F873D5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110c65-9519-4fb3-b560-7bcdba1beb20" xsi:nil="true"/>
    <lcf76f155ced4ddcb4097134ff3c332f xmlns="e9e534ac-fe83-40da-8794-8068cd5d4b9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1A149B-8406-4DD2-9EC1-00F3E38DE6D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E7A54A-A4A9-47A3-869A-8B093C2DA235}"/>
</file>

<file path=customXml/itemProps4.xml><?xml version="1.0" encoding="utf-8"?>
<ds:datastoreItem xmlns:ds="http://schemas.openxmlformats.org/officeDocument/2006/customXml" ds:itemID="{5D875631-006F-436F-9EF2-D7CC8BCFD6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178</TotalTime>
  <Pages>3</Pages>
  <Words>991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dc:creator>KKN</dc:creator>
  <cp:lastModifiedBy>Tina Batková</cp:lastModifiedBy>
  <cp:revision>72</cp:revision>
  <cp:lastPrinted>2013-09-18T12:20:00Z</cp:lastPrinted>
  <dcterms:created xsi:type="dcterms:W3CDTF">2022-05-05T12:23:00Z</dcterms:created>
  <dcterms:modified xsi:type="dcterms:W3CDTF">2025-11-05T09:00:00Z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